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40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</w:rPr>
      </w:pPr>
      <w:r w:rsidRPr="009B4FBA">
        <w:rPr>
          <w:rFonts w:ascii="Arial" w:eastAsiaTheme="minorEastAsia" w:hAnsi="Arial" w:cs="Arial"/>
          <w:b/>
          <w:bCs/>
          <w:sz w:val="40"/>
          <w:szCs w:val="40"/>
        </w:rPr>
        <w:t>보호자</w:t>
      </w:r>
      <w:r w:rsidRPr="009B4FBA">
        <w:rPr>
          <w:rFonts w:ascii="Arial" w:eastAsiaTheme="minorEastAsia" w:hAnsi="Arial" w:cs="Arial"/>
          <w:b/>
          <w:bCs/>
          <w:sz w:val="40"/>
          <w:szCs w:val="40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40"/>
          <w:szCs w:val="40"/>
        </w:rPr>
        <w:t>동의서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참가자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보호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친권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본인과의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관계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주민등록번호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주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소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AF3E40">
      <w:pPr>
        <w:pStyle w:val="a7"/>
        <w:spacing w:line="276" w:lineRule="auto"/>
        <w:rPr>
          <w:rFonts w:ascii="Arial" w:eastAsiaTheme="minorEastAsia" w:hAnsi="Arial" w:cs="Arial"/>
          <w:b/>
          <w:bCs/>
          <w:sz w:val="24"/>
          <w:szCs w:val="24"/>
        </w:rPr>
      </w:pPr>
      <w:r w:rsidRPr="009B4FBA">
        <w:rPr>
          <w:rFonts w:ascii="Arial" w:eastAsiaTheme="minorEastAsia" w:hAnsi="Arial" w:cs="Arial"/>
          <w:b/>
          <w:bCs/>
          <w:sz w:val="24"/>
          <w:szCs w:val="24"/>
        </w:rPr>
        <w:t>상기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본인은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4"/>
          <w:szCs w:val="24"/>
        </w:rPr>
        <w:t>( )</w:t>
      </w:r>
      <w:proofErr w:type="gramEnd"/>
      <w:r w:rsidRPr="009B4FBA">
        <w:rPr>
          <w:rFonts w:ascii="Arial" w:eastAsiaTheme="minorEastAsia" w:hAnsi="Arial" w:cs="Arial"/>
          <w:b/>
          <w:bCs/>
          <w:sz w:val="24"/>
          <w:szCs w:val="24"/>
        </w:rPr>
        <w:t>의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보호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(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친권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)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자로서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( )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(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가</w:t>
      </w:r>
      <w:r w:rsidR="003D4BFB">
        <w:rPr>
          <w:rFonts w:ascii="Arial" w:eastAsiaTheme="minorEastAsia" w:hAnsi="Arial" w:cs="Arial"/>
          <w:b/>
          <w:bCs/>
          <w:sz w:val="24"/>
          <w:szCs w:val="24"/>
        </w:rPr>
        <w:t>) 201</w:t>
      </w:r>
      <w:r w:rsidR="003D4BFB">
        <w:rPr>
          <w:rFonts w:ascii="Arial" w:eastAsiaTheme="minorEastAsia" w:hAnsi="Arial" w:cs="Arial" w:hint="eastAsia"/>
          <w:b/>
          <w:bCs/>
          <w:sz w:val="24"/>
          <w:szCs w:val="24"/>
        </w:rPr>
        <w:t>7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8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7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일부터</w:t>
      </w:r>
      <w:r w:rsidR="003D4BFB">
        <w:rPr>
          <w:rFonts w:ascii="Arial" w:eastAsiaTheme="minorEastAsia" w:hAnsi="Arial" w:cs="Arial"/>
          <w:b/>
          <w:bCs/>
          <w:sz w:val="24"/>
          <w:szCs w:val="24"/>
        </w:rPr>
        <w:t xml:space="preserve"> 1</w:t>
      </w:r>
      <w:r w:rsidR="003D4BFB">
        <w:rPr>
          <w:rFonts w:ascii="Arial" w:eastAsiaTheme="minorEastAsia" w:hAnsi="Arial" w:cs="Arial" w:hint="eastAsia"/>
          <w:b/>
          <w:bCs/>
          <w:sz w:val="24"/>
          <w:szCs w:val="24"/>
        </w:rPr>
        <w:t>5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일까지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재단법인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플랜한국위원회에서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주관하고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실시하는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제</w:t>
      </w:r>
      <w:r w:rsidR="003D4BFB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3D4BFB">
        <w:rPr>
          <w:rFonts w:ascii="Arial" w:eastAsiaTheme="minorEastAsia" w:hAnsi="Arial" w:cs="Arial" w:hint="eastAsia"/>
          <w:b/>
          <w:bCs/>
          <w:sz w:val="24"/>
          <w:szCs w:val="24"/>
        </w:rPr>
        <w:t>10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회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3D4BFB">
        <w:rPr>
          <w:rFonts w:ascii="Arial" w:eastAsiaTheme="minorEastAsia" w:hAnsi="Arial" w:cs="Arial" w:hint="eastAsia"/>
          <w:b/>
          <w:bCs/>
          <w:sz w:val="24"/>
          <w:szCs w:val="24"/>
        </w:rPr>
        <w:t>네팔</w:t>
      </w:r>
      <w:r w:rsidR="003D4BFB">
        <w:rPr>
          <w:rFonts w:ascii="Arial" w:eastAsiaTheme="minorEastAsia" w:hAnsi="Arial" w:cs="Arial" w:hint="eastAsia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The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좋은여행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”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참가함을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동의하고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출국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시부터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귀국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시까지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단체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활동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규율을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준수하며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,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본인의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귀책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사유로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인한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사고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,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책임은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및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보호자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하에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있으며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,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플랜은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어떠한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사고나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피해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또는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상해에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대해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책임이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없다는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것을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이해하고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있습니다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.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위원회에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법적인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책임을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묻지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않겠습니다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. </w:t>
      </w:r>
      <w:bookmarkStart w:id="0" w:name="_GoBack"/>
      <w:bookmarkEnd w:id="0"/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4"/>
          <w:szCs w:val="24"/>
        </w:rPr>
      </w:pPr>
    </w:p>
    <w:p w:rsidR="00AF3E40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년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월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일</w:t>
      </w:r>
    </w:p>
    <w:p w:rsidR="00AF3E40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가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       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</w:p>
    <w:p w:rsidR="001E4196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보호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친권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 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</w:p>
    <w:sectPr w:rsidR="001E4196" w:rsidRPr="009B4FBA" w:rsidSect="001E4196">
      <w:headerReference w:type="default" r:id="rId7"/>
      <w:headerReference w:type="first" r:id="rId8"/>
      <w:footerReference w:type="first" r:id="rId9"/>
      <w:pgSz w:w="12240" w:h="15840" w:code="1"/>
      <w:pgMar w:top="3384" w:right="1728" w:bottom="2160" w:left="1728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B19" w:rsidRDefault="00130B19" w:rsidP="001E4196">
      <w:pPr>
        <w:spacing w:after="0" w:line="240" w:lineRule="auto"/>
      </w:pPr>
      <w:r>
        <w:separator/>
      </w:r>
    </w:p>
  </w:endnote>
  <w:endnote w:type="continuationSeparator" w:id="0">
    <w:p w:rsidR="00130B19" w:rsidRDefault="00130B19" w:rsidP="001E4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4B0" w:rsidRPr="007656DB" w:rsidRDefault="007656DB" w:rsidP="00687667">
    <w:pPr>
      <w:tabs>
        <w:tab w:val="left" w:pos="180"/>
      </w:tabs>
      <w:jc w:val="both"/>
      <w:rPr>
        <w:rFonts w:ascii="나눔고딕" w:eastAsia="나눔고딕" w:hAnsi="나눔고딕" w:cs="Times New Roman"/>
        <w:color w:val="4C4C4C"/>
        <w:kern w:val="10"/>
        <w:sz w:val="10"/>
        <w:lang w:eastAsia="ko-KR"/>
      </w:rPr>
    </w:pPr>
    <w:proofErr w:type="spellStart"/>
    <w:r w:rsidRPr="007656DB">
      <w:rPr>
        <w:rFonts w:ascii="나눔고딕" w:eastAsia="나눔고딕" w:hAnsi="나눔고딕" w:cs="굴림" w:hint="eastAsia"/>
        <w:b/>
        <w:color w:val="004EB6"/>
        <w:kern w:val="10"/>
        <w:sz w:val="14"/>
        <w:szCs w:val="14"/>
        <w:lang w:eastAsia="ko-KR"/>
      </w:rPr>
      <w:t>후원국</w:t>
    </w:r>
    <w:proofErr w:type="spellEnd"/>
    <w:r w:rsidRPr="007656DB">
      <w:rPr>
        <w:rFonts w:ascii="나눔고딕" w:eastAsia="나눔고딕" w:hAnsi="나눔고딕" w:cs="굴림" w:hint="eastAsia"/>
        <w:b/>
        <w:color w:val="004EB6"/>
        <w:kern w:val="10"/>
        <w:sz w:val="14"/>
        <w:szCs w:val="14"/>
        <w:lang w:eastAsia="ko-KR"/>
      </w:rPr>
      <w:t>:</w:t>
    </w:r>
    <w:r w:rsidRPr="007656DB">
      <w:rPr>
        <w:rFonts w:ascii="나눔고딕" w:eastAsia="나눔고딕" w:hAnsi="나눔고딕" w:cs="굴림" w:hint="eastAsia"/>
        <w:color w:val="004EB6"/>
        <w:kern w:val="10"/>
        <w:sz w:val="14"/>
        <w:szCs w:val="14"/>
        <w:lang w:eastAsia="ko-KR"/>
      </w:rPr>
      <w:t xml:space="preserve"> </w:t>
    </w:r>
    <w:r w:rsidRPr="007656DB">
      <w:rPr>
        <w:rFonts w:ascii="나눔고딕" w:eastAsia="나눔고딕" w:hAnsi="나눔고딕" w:hint="eastAsia"/>
        <w:bCs/>
        <w:sz w:val="14"/>
        <w:szCs w:val="20"/>
        <w:lang w:eastAsia="ko-KR"/>
      </w:rPr>
      <w:t xml:space="preserve">네덜란드, 노르웨이, 대한민국, 덴마크, 독일, 미국, 벨기에, 스웨덴, 스위스, 스페인, 아일랜드, 영국, 이탈리아, 인도, 일본, 캐나다, 콜롬비아, 프랑스, 핀란드, 호주, 홍콩 </w:t>
    </w:r>
    <w:r w:rsidRPr="007656DB">
      <w:rPr>
        <w:rFonts w:ascii="나눔고딕" w:eastAsia="나눔고딕" w:hAnsi="나눔고딕" w:cs="굴림" w:hint="eastAsia"/>
        <w:b/>
        <w:color w:val="004EB6"/>
        <w:kern w:val="10"/>
        <w:sz w:val="14"/>
        <w:szCs w:val="14"/>
        <w:lang w:eastAsia="ko-KR"/>
      </w:rPr>
      <w:t>수혜국:</w:t>
    </w:r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 가나, 과테말라, 기니,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기니비사우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나이지리아, </w:t>
    </w:r>
    <w:proofErr w:type="spellStart"/>
    <w:r w:rsidR="00A27675">
      <w:rPr>
        <w:rFonts w:ascii="나눔고딕" w:eastAsia="나눔고딕" w:hAnsi="나눔고딕" w:hint="eastAsia"/>
        <w:sz w:val="14"/>
        <w:szCs w:val="20"/>
        <w:lang w:eastAsia="ko-KR"/>
      </w:rPr>
      <w:t>남수단</w:t>
    </w:r>
    <w:proofErr w:type="spellEnd"/>
    <w:r w:rsidR="00A27675">
      <w:rPr>
        <w:rFonts w:ascii="나눔고딕" w:eastAsia="나눔고딕" w:hAnsi="나눔고딕" w:hint="eastAsia"/>
        <w:sz w:val="14"/>
        <w:szCs w:val="20"/>
        <w:lang w:eastAsia="ko-KR"/>
      </w:rPr>
      <w:t xml:space="preserve">, </w:t>
    </w:r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네팔,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니제르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니카라과, 도미니카공화국, 동티모르, 라오스, 르완다, </w:t>
    </w:r>
    <w:proofErr w:type="spellStart"/>
    <w:r w:rsidR="00A27675">
      <w:rPr>
        <w:rFonts w:ascii="나눔고딕" w:eastAsia="나눔고딕" w:hAnsi="나눔고딕" w:hint="eastAsia"/>
        <w:sz w:val="14"/>
        <w:szCs w:val="20"/>
        <w:lang w:eastAsia="ko-KR"/>
      </w:rPr>
      <w:t>라이베</w:t>
    </w:r>
    <w:r w:rsidRPr="007656DB">
      <w:rPr>
        <w:rFonts w:ascii="나눔고딕" w:eastAsia="나눔고딕" w:hAnsi="나눔고딕" w:hint="eastAsia"/>
        <w:sz w:val="14"/>
        <w:szCs w:val="20"/>
        <w:lang w:eastAsia="ko-KR"/>
      </w:rPr>
      <w:t>리아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말라위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말리, 모잠비크, 미얀마, 방글라데시,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베냉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베트남, 볼리비아,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부르키나파소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브라질, 세네갈, 수단, 스리랑카, 시에라리온,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아이티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에티오피아, 에콰도르, 엘살바도르, 온두라스,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우간다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이집트, 인도, 인도네시아,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잠비아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>, 중국, 짐바브웨, 카메룬, 캄보디아, 케냐, 콜롬비아, 탄자니아, 태국, 토고, 파라과이, 파키스탄, 페루, 필리핀</w:t>
    </w:r>
  </w:p>
  <w:p w:rsidR="007656DB" w:rsidRPr="007656DB" w:rsidRDefault="007656DB" w:rsidP="007656DB">
    <w:pPr>
      <w:jc w:val="center"/>
      <w:rPr>
        <w:rFonts w:ascii="나눔고딕" w:eastAsia="나눔고딕" w:hAnsi="나눔고딕" w:cs="Times New Roman"/>
        <w:color w:val="004EB6"/>
        <w:kern w:val="10"/>
        <w:sz w:val="14"/>
        <w:szCs w:val="14"/>
        <w:lang w:eastAsia="ko-KR"/>
      </w:rPr>
    </w:pPr>
    <w:r w:rsidRPr="007656DB">
      <w:rPr>
        <w:rFonts w:ascii="나눔고딕" w:eastAsia="나눔고딕" w:hAnsi="나눔고딕" w:cs="Times New Roman" w:hint="eastAsia"/>
        <w:color w:val="004EB6"/>
        <w:kern w:val="10"/>
        <w:sz w:val="14"/>
        <w:szCs w:val="14"/>
        <w:lang w:eastAsia="ko-KR"/>
      </w:rPr>
      <w:t>플랜인터내셔널은 개발도상국 어린이를 위해 개발사업을 펼치는 국제기구로서 UN 경제사회이사회의 협의체입니다.</w:t>
    </w:r>
  </w:p>
  <w:p w:rsidR="001E4196" w:rsidRPr="007656DB" w:rsidRDefault="007656DB" w:rsidP="007656DB">
    <w:pPr>
      <w:jc w:val="center"/>
      <w:rPr>
        <w:rFonts w:ascii="나눔고딕" w:eastAsia="나눔고딕" w:hAnsi="나눔고딕" w:cs="Times New Roman"/>
        <w:color w:val="004EB6"/>
        <w:kern w:val="10"/>
        <w:sz w:val="14"/>
        <w:szCs w:val="14"/>
        <w:lang w:eastAsia="ko-KR"/>
      </w:rPr>
    </w:pPr>
    <w:r w:rsidRPr="007656DB">
      <w:rPr>
        <w:rFonts w:ascii="나눔고딕" w:eastAsia="나눔고딕" w:hAnsi="나눔고딕" w:cs="Times New Roman" w:hint="eastAsia"/>
        <w:color w:val="004EB6"/>
        <w:kern w:val="10"/>
        <w:sz w:val="14"/>
        <w:szCs w:val="14"/>
        <w:lang w:eastAsia="ko-KR"/>
      </w:rPr>
      <w:t>(외교통상부 등록단체: 허가번호 제 305호)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B19" w:rsidRDefault="00130B19" w:rsidP="001E4196">
      <w:pPr>
        <w:spacing w:after="0" w:line="240" w:lineRule="auto"/>
      </w:pPr>
      <w:r>
        <w:separator/>
      </w:r>
    </w:p>
  </w:footnote>
  <w:footnote w:type="continuationSeparator" w:id="0">
    <w:p w:rsidR="00130B19" w:rsidRDefault="00130B19" w:rsidP="001E4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D6" w:rsidRDefault="00E572D6" w:rsidP="00E572D6">
    <w:pPr>
      <w:pStyle w:val="CUSTOMPage"/>
    </w:pPr>
    <w:r>
      <w:fldChar w:fldCharType="begin"/>
    </w:r>
    <w:r>
      <w:instrText xml:space="preserve"> PAGE  \* Arabic  \* MERGEFORMAT </w:instrText>
    </w:r>
    <w:r>
      <w:fldChar w:fldCharType="separate"/>
    </w:r>
    <w:r w:rsidR="009B4FBA">
      <w:rPr>
        <w:noProof/>
      </w:rPr>
      <w:t>2</w:t>
    </w:r>
    <w:r>
      <w:fldChar w:fldCharType="end"/>
    </w:r>
    <w:r>
      <w:t>/</w:t>
    </w:r>
    <w:fldSimple w:instr=" NUMPAGES  \* Arabic  \* MERGEFORMAT ">
      <w:r w:rsidR="009B4FBA">
        <w:rPr>
          <w:noProof/>
        </w:rPr>
        <w:t>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196" w:rsidRDefault="00CC767A">
    <w:pPr>
      <w:pStyle w:val="a3"/>
    </w:pPr>
    <w:r w:rsidRPr="000F7952">
      <w:rPr>
        <w:noProof/>
        <w:lang w:eastAsia="ko-KR"/>
      </w:rPr>
      <w:drawing>
        <wp:anchor distT="0" distB="0" distL="114300" distR="114300" simplePos="0" relativeHeight="251664384" behindDoc="1" locked="1" layoutInCell="1" allowOverlap="1" wp14:anchorId="2F54F84C" wp14:editId="69C6518D">
          <wp:simplePos x="0" y="0"/>
          <wp:positionH relativeFrom="page">
            <wp:posOffset>1098550</wp:posOffset>
          </wp:positionH>
          <wp:positionV relativeFrom="page">
            <wp:posOffset>520700</wp:posOffset>
          </wp:positionV>
          <wp:extent cx="1512000" cy="576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196"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62336" behindDoc="1" locked="1" layoutInCell="1" allowOverlap="1" wp14:anchorId="3B1E6DDE" wp14:editId="1969C115">
              <wp:simplePos x="0" y="0"/>
              <wp:positionH relativeFrom="page">
                <wp:posOffset>3627120</wp:posOffset>
              </wp:positionH>
              <wp:positionV relativeFrom="page">
                <wp:posOffset>518160</wp:posOffset>
              </wp:positionV>
              <wp:extent cx="3117850" cy="740410"/>
              <wp:effectExtent l="0" t="0" r="6350" b="254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7850" cy="740410"/>
                        <a:chOff x="0" y="-1"/>
                        <a:chExt cx="2980500" cy="743529"/>
                      </a:xfrm>
                    </wpg:grpSpPr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1276269" cy="7435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196" w:rsidRPr="007656DB" w:rsidRDefault="007656DB" w:rsidP="00357AA5">
                            <w:pPr>
                              <w:pStyle w:val="CUSTOMHeaderBlue"/>
                              <w:ind w:firstLineChars="100" w:firstLine="132"/>
                              <w:rPr>
                                <w:rFonts w:ascii="나눔고딕" w:eastAsia="나눔고딕" w:hAnsi="나눔고딕"/>
                                <w:lang w:eastAsia="ko-KR"/>
                              </w:rPr>
                            </w:pPr>
                            <w:r w:rsidRPr="007656DB">
                              <w:rPr>
                                <w:rFonts w:ascii="나눔고딕" w:eastAsia="나눔고딕" w:hAnsi="나눔고딕" w:hint="eastAsia"/>
                                <w:lang w:eastAsia="ko-KR"/>
                              </w:rPr>
                              <w:t>플랜코리아</w:t>
                            </w:r>
                            <w:r w:rsidR="001E4196" w:rsidRPr="007656DB">
                              <w:rPr>
                                <w:rFonts w:ascii="나눔고딕" w:eastAsia="나눔고딕" w:hAnsi="나눔고딕"/>
                                <w:lang w:eastAsia="ko-KR"/>
                              </w:rPr>
                              <w:t xml:space="preserve"> </w:t>
                            </w:r>
                          </w:p>
                          <w:p w:rsidR="007656DB" w:rsidRPr="00151263" w:rsidRDefault="007656DB" w:rsidP="007656DB">
                            <w:pPr>
                              <w:pStyle w:val="a3"/>
                              <w:tabs>
                                <w:tab w:val="left" w:pos="6675"/>
                              </w:tabs>
                              <w:ind w:leftChars="60" w:left="132"/>
                              <w:rPr>
                                <w:rFonts w:ascii="Arial" w:hAnsi="Arial"/>
                                <w:color w:val="4C4C4C"/>
                                <w:kern w:val="12"/>
                                <w:sz w:val="14"/>
                                <w:lang w:eastAsia="ko-KR"/>
                              </w:rPr>
                            </w:pPr>
                            <w:r>
                              <w:rPr>
                                <w:rFonts w:ascii="나눔고딕" w:eastAsia="나눔고딕" w:hAnsi="나눔고딕" w:hint="eastAsia"/>
                                <w:sz w:val="14"/>
                                <w:lang w:eastAsia="ko-KR"/>
                              </w:rPr>
                              <w:t>경기도 성남시 분당구 판교역로 231 H스퀘어 S동 912호 (</w:t>
                            </w:r>
                            <w:r w:rsidR="00F74FAA">
                              <w:rPr>
                                <w:rFonts w:ascii="나눔고딕" w:eastAsia="나눔고딕" w:hAnsi="나눔고딕" w:hint="eastAsia"/>
                                <w:sz w:val="14"/>
                                <w:lang w:eastAsia="ko-KR"/>
                              </w:rPr>
                              <w:t>13494</w:t>
                            </w:r>
                            <w:r>
                              <w:rPr>
                                <w:rFonts w:ascii="나눔고딕" w:eastAsia="나눔고딕" w:hAnsi="나눔고딕" w:hint="eastAsia"/>
                                <w:sz w:val="14"/>
                                <w:lang w:eastAsia="ko-K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562100" y="-1"/>
                          <a:ext cx="1418400" cy="7196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196" w:rsidRDefault="001E4196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t>Tel:</w:t>
                            </w:r>
                            <w:r>
                              <w:tab/>
                              <w:t>+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82</w:t>
                            </w:r>
                            <w:r w:rsidR="009447BA">
                              <w:t xml:space="preserve"> 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2</w:t>
                            </w:r>
                            <w:r>
                              <w:t xml:space="preserve"> 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790</w:t>
                            </w:r>
                            <w:r>
                              <w:t xml:space="preserve"> 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5436</w:t>
                            </w:r>
                          </w:p>
                          <w:p w:rsidR="001E4196" w:rsidRDefault="00151263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Fax</w:t>
                            </w:r>
                            <w:r w:rsidR="001E4196">
                              <w:t>:</w:t>
                            </w:r>
                            <w:r w:rsidR="001E4196">
                              <w:tab/>
                              <w:t>+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82</w:t>
                            </w:r>
                            <w:r w:rsidR="009447BA"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2</w:t>
                            </w:r>
                            <w:r w:rsidR="001E4196"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790</w:t>
                            </w:r>
                            <w:r w:rsidR="001E4196"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5416</w:t>
                            </w:r>
                          </w:p>
                          <w:p w:rsidR="001E4196" w:rsidRDefault="001E4196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t>Email:</w:t>
                            </w:r>
                            <w:r>
                              <w:tab/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kno</w:t>
                            </w:r>
                            <w:r w:rsidRPr="000A4644">
                              <w:t>@plan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korea.or.kr</w:t>
                            </w:r>
                          </w:p>
                          <w:p w:rsidR="001E4196" w:rsidRDefault="001E4196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t>www.plan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korea.or.kr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7" o:spid="_x0000_s1026" style="position:absolute;margin-left:285.6pt;margin-top:40.8pt;width:245.5pt;height:58.3pt;z-index:-251654144;mso-position-horizontal-relative:page;mso-position-vertical-relative:page;mso-width-relative:margin;mso-height-relative:margin" coordorigin="" coordsize="29805,7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width:12762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+OsUA&#10;AADcAAAADwAAAGRycy9kb3ducmV2LnhtbESPQWvCQBSE70L/w/IKvelGD7ambkSkBaEgjfHg8TX7&#10;TJZk38bsqvHfdwsFj8PMfMMsV4NtxZV6bxwrmE4SEMSl04YrBYfic/wGwgdkja1jUnAnD6vsabTE&#10;VLsb53Tdh0pECPsUFdQhdKmUvqzJop+4jjh6J9dbDFH2ldQ93iLctnKWJHNp0XBcqLGjTU1ls79Y&#10;Besj5x/mvPv5zk+5KYpFwl/zRqmX52H9DiLQEB7h//ZWK5hNX+Hv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z46xQAAANwAAAAPAAAAAAAAAAAAAAAAAJgCAABkcnMv&#10;ZG93bnJldi54bWxQSwUGAAAAAAQABAD1AAAAigMAAAAA&#10;" filled="f" stroked="f">
                <v:textbox inset="0,0,0,0">
                  <w:txbxContent>
                    <w:p w:rsidR="001E4196" w:rsidRPr="007656DB" w:rsidRDefault="007656DB" w:rsidP="00357AA5">
                      <w:pPr>
                        <w:pStyle w:val="CUSTOMHeaderBlue"/>
                        <w:ind w:firstLineChars="100" w:firstLine="132"/>
                        <w:rPr>
                          <w:rFonts w:ascii="나눔고딕" w:eastAsia="나눔고딕" w:hAnsi="나눔고딕"/>
                          <w:lang w:eastAsia="ko-KR"/>
                        </w:rPr>
                      </w:pPr>
                      <w:r w:rsidRPr="007656DB">
                        <w:rPr>
                          <w:rFonts w:ascii="나눔고딕" w:eastAsia="나눔고딕" w:hAnsi="나눔고딕" w:hint="eastAsia"/>
                          <w:lang w:eastAsia="ko-KR"/>
                        </w:rPr>
                        <w:t>플랜코리아</w:t>
                      </w:r>
                      <w:r w:rsidR="001E4196" w:rsidRPr="007656DB">
                        <w:rPr>
                          <w:rFonts w:ascii="나눔고딕" w:eastAsia="나눔고딕" w:hAnsi="나눔고딕"/>
                          <w:lang w:eastAsia="ko-KR"/>
                        </w:rPr>
                        <w:t xml:space="preserve"> </w:t>
                      </w:r>
                    </w:p>
                    <w:p w:rsidR="007656DB" w:rsidRPr="00151263" w:rsidRDefault="007656DB" w:rsidP="007656DB">
                      <w:pPr>
                        <w:pStyle w:val="a3"/>
                        <w:tabs>
                          <w:tab w:val="left" w:pos="6675"/>
                        </w:tabs>
                        <w:ind w:leftChars="60" w:left="132"/>
                        <w:rPr>
                          <w:rFonts w:ascii="Arial" w:hAnsi="Arial"/>
                          <w:color w:val="4C4C4C"/>
                          <w:kern w:val="12"/>
                          <w:sz w:val="14"/>
                          <w:lang w:eastAsia="ko-KR"/>
                        </w:rPr>
                      </w:pPr>
                      <w:r>
                        <w:rPr>
                          <w:rFonts w:ascii="나눔고딕" w:eastAsia="나눔고딕" w:hAnsi="나눔고딕" w:hint="eastAsia"/>
                          <w:sz w:val="14"/>
                          <w:lang w:eastAsia="ko-KR"/>
                        </w:rPr>
                        <w:t>경기도 성남시 분당구 판교역로 231 H스퀘어 S동 912호 (</w:t>
                      </w:r>
                      <w:r w:rsidR="00F74FAA">
                        <w:rPr>
                          <w:rFonts w:ascii="나눔고딕" w:eastAsia="나눔고딕" w:hAnsi="나눔고딕" w:hint="eastAsia"/>
                          <w:sz w:val="14"/>
                          <w:lang w:eastAsia="ko-KR"/>
                        </w:rPr>
                        <w:t>13494</w:t>
                      </w:r>
                      <w:r>
                        <w:rPr>
                          <w:rFonts w:ascii="나눔고딕" w:eastAsia="나눔고딕" w:hAnsi="나눔고딕" w:hint="eastAsia"/>
                          <w:sz w:val="14"/>
                          <w:lang w:eastAsia="ko-KR"/>
                        </w:rPr>
                        <w:t>)</w:t>
                      </w:r>
                    </w:p>
                  </w:txbxContent>
                </v:textbox>
              </v:shape>
              <v:shape id="Text Box 2" o:spid="_x0000_s1028" type="#_x0000_t202" style="position:absolute;left:15621;width:14184;height:7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1E4196" w:rsidRDefault="001E4196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t>Tel:</w:t>
                      </w:r>
                      <w:r>
                        <w:tab/>
                        <w:t>+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82</w:t>
                      </w:r>
                      <w:r w:rsidR="009447BA">
                        <w:t xml:space="preserve"> 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2</w:t>
                      </w:r>
                      <w:r>
                        <w:t xml:space="preserve"> 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790</w:t>
                      </w:r>
                      <w:r>
                        <w:t xml:space="preserve"> 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5436</w:t>
                      </w:r>
                    </w:p>
                    <w:p w:rsidR="001E4196" w:rsidRDefault="00151263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Fax</w:t>
                      </w:r>
                      <w:r w:rsidR="001E4196">
                        <w:t>:</w:t>
                      </w:r>
                      <w:r w:rsidR="001E4196">
                        <w:tab/>
                        <w:t>+</w:t>
                      </w:r>
                      <w:r>
                        <w:rPr>
                          <w:rFonts w:hint="eastAsia"/>
                          <w:lang w:eastAsia="ko-KR"/>
                        </w:rPr>
                        <w:t>82</w:t>
                      </w:r>
                      <w:r w:rsidR="009447BA"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2</w:t>
                      </w:r>
                      <w:r w:rsidR="001E4196"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790</w:t>
                      </w:r>
                      <w:r w:rsidR="001E4196"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5416</w:t>
                      </w:r>
                    </w:p>
                    <w:p w:rsidR="001E4196" w:rsidRDefault="001E4196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t>Email:</w:t>
                      </w:r>
                      <w:r>
                        <w:tab/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kno</w:t>
                      </w:r>
                      <w:r w:rsidRPr="000A4644">
                        <w:t>@plan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korea.or.kr</w:t>
                      </w:r>
                    </w:p>
                    <w:p w:rsidR="001E4196" w:rsidRDefault="001E4196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t>www.plan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korea.or.kr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BE"/>
    <w:rsid w:val="001172F5"/>
    <w:rsid w:val="00127DC0"/>
    <w:rsid w:val="00130B19"/>
    <w:rsid w:val="00151263"/>
    <w:rsid w:val="001932F8"/>
    <w:rsid w:val="001C6293"/>
    <w:rsid w:val="001D3D7B"/>
    <w:rsid w:val="001E4196"/>
    <w:rsid w:val="00252003"/>
    <w:rsid w:val="002A16BE"/>
    <w:rsid w:val="00357AA5"/>
    <w:rsid w:val="00370BC0"/>
    <w:rsid w:val="003D0D56"/>
    <w:rsid w:val="003D1E1D"/>
    <w:rsid w:val="003D4BFB"/>
    <w:rsid w:val="00422551"/>
    <w:rsid w:val="00482342"/>
    <w:rsid w:val="00552B02"/>
    <w:rsid w:val="00565DE1"/>
    <w:rsid w:val="00687667"/>
    <w:rsid w:val="007656DB"/>
    <w:rsid w:val="007920EC"/>
    <w:rsid w:val="008778D2"/>
    <w:rsid w:val="009447BA"/>
    <w:rsid w:val="00951AA9"/>
    <w:rsid w:val="009B4FBA"/>
    <w:rsid w:val="00A27675"/>
    <w:rsid w:val="00AC144E"/>
    <w:rsid w:val="00AF3E40"/>
    <w:rsid w:val="00B400EA"/>
    <w:rsid w:val="00C878FA"/>
    <w:rsid w:val="00CC767A"/>
    <w:rsid w:val="00D273BD"/>
    <w:rsid w:val="00DF44B0"/>
    <w:rsid w:val="00E47F6B"/>
    <w:rsid w:val="00E572D6"/>
    <w:rsid w:val="00EA2013"/>
    <w:rsid w:val="00F74FAA"/>
    <w:rsid w:val="00F87941"/>
    <w:rsid w:val="00FD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96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">
    <w:name w:val="머리글 Char"/>
    <w:basedOn w:val="a0"/>
    <w:link w:val="a3"/>
    <w:uiPriority w:val="99"/>
    <w:rsid w:val="001E4196"/>
  </w:style>
  <w:style w:type="paragraph" w:styleId="a4">
    <w:name w:val="footer"/>
    <w:basedOn w:val="a"/>
    <w:link w:val="Char0"/>
    <w:uiPriority w:val="99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0">
    <w:name w:val="바닥글 Char"/>
    <w:basedOn w:val="a0"/>
    <w:link w:val="a4"/>
    <w:uiPriority w:val="99"/>
    <w:rsid w:val="001E4196"/>
  </w:style>
  <w:style w:type="paragraph" w:customStyle="1" w:styleId="CUSTOMHeaderBlue">
    <w:name w:val="CUSTOM_Header_Blue"/>
    <w:basedOn w:val="a"/>
    <w:next w:val="CUSTOMHeaderGrey"/>
    <w:qFormat/>
    <w:rsid w:val="001E4196"/>
    <w:pPr>
      <w:suppressAutoHyphens/>
      <w:spacing w:after="0" w:line="180" w:lineRule="atLeast"/>
    </w:pPr>
    <w:rPr>
      <w:rFonts w:ascii="Arial" w:hAnsi="Arial"/>
      <w:b/>
      <w:color w:val="004EB6"/>
      <w:kern w:val="12"/>
      <w:sz w:val="14"/>
      <w:lang w:val="en-US"/>
    </w:rPr>
  </w:style>
  <w:style w:type="paragraph" w:customStyle="1" w:styleId="CUSTOMHeaderGrey">
    <w:name w:val="CUSTOM_Header_Grey"/>
    <w:basedOn w:val="CUSTOMHeaderBlue"/>
    <w:qFormat/>
    <w:rsid w:val="001E4196"/>
    <w:pPr>
      <w:tabs>
        <w:tab w:val="left" w:pos="510"/>
      </w:tabs>
    </w:pPr>
    <w:rPr>
      <w:b w:val="0"/>
      <w:color w:val="4C4C4C"/>
    </w:rPr>
  </w:style>
  <w:style w:type="paragraph" w:customStyle="1" w:styleId="CUSTOMFooterGrey">
    <w:name w:val="CUSTOM_Footer_Grey"/>
    <w:basedOn w:val="a"/>
    <w:qFormat/>
    <w:rsid w:val="009447BA"/>
    <w:pPr>
      <w:suppressAutoHyphens/>
      <w:spacing w:after="40" w:line="120" w:lineRule="atLeast"/>
      <w:jc w:val="center"/>
    </w:pPr>
    <w:rPr>
      <w:rFonts w:ascii="Arial" w:hAnsi="Arial"/>
      <w:color w:val="4C4C4C"/>
      <w:kern w:val="10"/>
      <w:sz w:val="10"/>
      <w:lang w:val="en-US"/>
    </w:rPr>
  </w:style>
  <w:style w:type="paragraph" w:customStyle="1" w:styleId="CUSTOMFooterBlue">
    <w:name w:val="CUSTOM_Footer_Blue"/>
    <w:basedOn w:val="CUSTOMFooterGrey"/>
    <w:qFormat/>
    <w:rsid w:val="001E4196"/>
    <w:rPr>
      <w:color w:val="004EB6"/>
    </w:rPr>
  </w:style>
  <w:style w:type="paragraph" w:customStyle="1" w:styleId="CUSTOMNormal">
    <w:name w:val="CUSTOM_Normal"/>
    <w:qFormat/>
    <w:rsid w:val="001E4196"/>
    <w:pPr>
      <w:suppressAutoHyphens/>
      <w:spacing w:after="0" w:line="260" w:lineRule="atLeast"/>
    </w:pPr>
    <w:rPr>
      <w:rFonts w:ascii="Arial" w:hAnsi="Arial"/>
      <w:kern w:val="12"/>
      <w:sz w:val="18"/>
    </w:rPr>
  </w:style>
  <w:style w:type="table" w:styleId="a5">
    <w:name w:val="Table Grid"/>
    <w:basedOn w:val="a1"/>
    <w:uiPriority w:val="39"/>
    <w:rsid w:val="001E41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Page">
    <w:name w:val="CUSTOM_Page"/>
    <w:basedOn w:val="CUSTOMNormal"/>
    <w:qFormat/>
    <w:rsid w:val="00C878FA"/>
    <w:pPr>
      <w:jc w:val="right"/>
    </w:pPr>
  </w:style>
  <w:style w:type="paragraph" w:styleId="a6">
    <w:name w:val="Balloon Text"/>
    <w:basedOn w:val="a"/>
    <w:link w:val="Char1"/>
    <w:uiPriority w:val="99"/>
    <w:semiHidden/>
    <w:unhideWhenUsed/>
    <w:rsid w:val="001C629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C6293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customStyle="1" w:styleId="a7">
    <w:name w:val="바탕글"/>
    <w:basedOn w:val="a"/>
    <w:rsid w:val="00AF3E40"/>
    <w:pPr>
      <w:snapToGrid w:val="0"/>
      <w:spacing w:after="0" w:line="384" w:lineRule="auto"/>
      <w:jc w:val="both"/>
    </w:pPr>
    <w:rPr>
      <w:rFonts w:ascii="바탕" w:eastAsia="바탕" w:hAnsi="바탕" w:cs="굴림"/>
      <w:color w:val="000000"/>
      <w:sz w:val="20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96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">
    <w:name w:val="머리글 Char"/>
    <w:basedOn w:val="a0"/>
    <w:link w:val="a3"/>
    <w:uiPriority w:val="99"/>
    <w:rsid w:val="001E4196"/>
  </w:style>
  <w:style w:type="paragraph" w:styleId="a4">
    <w:name w:val="footer"/>
    <w:basedOn w:val="a"/>
    <w:link w:val="Char0"/>
    <w:uiPriority w:val="99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0">
    <w:name w:val="바닥글 Char"/>
    <w:basedOn w:val="a0"/>
    <w:link w:val="a4"/>
    <w:uiPriority w:val="99"/>
    <w:rsid w:val="001E4196"/>
  </w:style>
  <w:style w:type="paragraph" w:customStyle="1" w:styleId="CUSTOMHeaderBlue">
    <w:name w:val="CUSTOM_Header_Blue"/>
    <w:basedOn w:val="a"/>
    <w:next w:val="CUSTOMHeaderGrey"/>
    <w:qFormat/>
    <w:rsid w:val="001E4196"/>
    <w:pPr>
      <w:suppressAutoHyphens/>
      <w:spacing w:after="0" w:line="180" w:lineRule="atLeast"/>
    </w:pPr>
    <w:rPr>
      <w:rFonts w:ascii="Arial" w:hAnsi="Arial"/>
      <w:b/>
      <w:color w:val="004EB6"/>
      <w:kern w:val="12"/>
      <w:sz w:val="14"/>
      <w:lang w:val="en-US"/>
    </w:rPr>
  </w:style>
  <w:style w:type="paragraph" w:customStyle="1" w:styleId="CUSTOMHeaderGrey">
    <w:name w:val="CUSTOM_Header_Grey"/>
    <w:basedOn w:val="CUSTOMHeaderBlue"/>
    <w:qFormat/>
    <w:rsid w:val="001E4196"/>
    <w:pPr>
      <w:tabs>
        <w:tab w:val="left" w:pos="510"/>
      </w:tabs>
    </w:pPr>
    <w:rPr>
      <w:b w:val="0"/>
      <w:color w:val="4C4C4C"/>
    </w:rPr>
  </w:style>
  <w:style w:type="paragraph" w:customStyle="1" w:styleId="CUSTOMFooterGrey">
    <w:name w:val="CUSTOM_Footer_Grey"/>
    <w:basedOn w:val="a"/>
    <w:qFormat/>
    <w:rsid w:val="009447BA"/>
    <w:pPr>
      <w:suppressAutoHyphens/>
      <w:spacing w:after="40" w:line="120" w:lineRule="atLeast"/>
      <w:jc w:val="center"/>
    </w:pPr>
    <w:rPr>
      <w:rFonts w:ascii="Arial" w:hAnsi="Arial"/>
      <w:color w:val="4C4C4C"/>
      <w:kern w:val="10"/>
      <w:sz w:val="10"/>
      <w:lang w:val="en-US"/>
    </w:rPr>
  </w:style>
  <w:style w:type="paragraph" w:customStyle="1" w:styleId="CUSTOMFooterBlue">
    <w:name w:val="CUSTOM_Footer_Blue"/>
    <w:basedOn w:val="CUSTOMFooterGrey"/>
    <w:qFormat/>
    <w:rsid w:val="001E4196"/>
    <w:rPr>
      <w:color w:val="004EB6"/>
    </w:rPr>
  </w:style>
  <w:style w:type="paragraph" w:customStyle="1" w:styleId="CUSTOMNormal">
    <w:name w:val="CUSTOM_Normal"/>
    <w:qFormat/>
    <w:rsid w:val="001E4196"/>
    <w:pPr>
      <w:suppressAutoHyphens/>
      <w:spacing w:after="0" w:line="260" w:lineRule="atLeast"/>
    </w:pPr>
    <w:rPr>
      <w:rFonts w:ascii="Arial" w:hAnsi="Arial"/>
      <w:kern w:val="12"/>
      <w:sz w:val="18"/>
    </w:rPr>
  </w:style>
  <w:style w:type="table" w:styleId="a5">
    <w:name w:val="Table Grid"/>
    <w:basedOn w:val="a1"/>
    <w:uiPriority w:val="39"/>
    <w:rsid w:val="001E41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Page">
    <w:name w:val="CUSTOM_Page"/>
    <w:basedOn w:val="CUSTOMNormal"/>
    <w:qFormat/>
    <w:rsid w:val="00C878FA"/>
    <w:pPr>
      <w:jc w:val="right"/>
    </w:pPr>
  </w:style>
  <w:style w:type="paragraph" w:styleId="a6">
    <w:name w:val="Balloon Text"/>
    <w:basedOn w:val="a"/>
    <w:link w:val="Char1"/>
    <w:uiPriority w:val="99"/>
    <w:semiHidden/>
    <w:unhideWhenUsed/>
    <w:rsid w:val="001C629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C6293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customStyle="1" w:styleId="a7">
    <w:name w:val="바탕글"/>
    <w:basedOn w:val="a"/>
    <w:rsid w:val="00AF3E40"/>
    <w:pPr>
      <w:snapToGrid w:val="0"/>
      <w:spacing w:after="0" w:line="384" w:lineRule="auto"/>
      <w:jc w:val="both"/>
    </w:pPr>
    <w:rPr>
      <w:rFonts w:ascii="바탕" w:eastAsia="바탕" w:hAnsi="바탕" w:cs="굴림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6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0%20&#44277;&#53685;%20&#47928;&#49436;&#50577;&#49885;\Letter%20NO%20Template%20May15.pdf-letter_no_template_may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NO Template May15.pdf-letter_no_template_may15.dotx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kimdh</dc:creator>
  <cp:lastModifiedBy>kimjs1</cp:lastModifiedBy>
  <cp:revision>3</cp:revision>
  <cp:lastPrinted>2016-03-03T06:37:00Z</cp:lastPrinted>
  <dcterms:created xsi:type="dcterms:W3CDTF">2017-04-13T01:51:00Z</dcterms:created>
  <dcterms:modified xsi:type="dcterms:W3CDTF">2017-04-13T04:31:00Z</dcterms:modified>
</cp:coreProperties>
</file>